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CB70F" w14:textId="77777777" w:rsidR="000E7BDB" w:rsidRDefault="00830C81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3</w:t>
      </w:r>
    </w:p>
    <w:p w14:paraId="50DD8EA5" w14:textId="77777777" w:rsidR="000E7BDB" w:rsidRDefault="00830C81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4548CAB2" w14:textId="77777777" w:rsidR="000E7BDB" w:rsidRDefault="00830C81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01B2A919" w14:textId="77D30DA7" w:rsidR="000E7BDB" w:rsidRDefault="00830C81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30.04.2025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1197</w:t>
      </w:r>
    </w:p>
    <w:p w14:paraId="4F80191F" w14:textId="77777777" w:rsidR="000E7BDB" w:rsidRDefault="000E7BDB">
      <w:pPr>
        <w:jc w:val="center"/>
        <w:rPr>
          <w:rFonts w:ascii="Liberation Serif" w:hAnsi="Liberation Serif"/>
          <w:bCs/>
          <w:lang w:val="ru-RU"/>
        </w:rPr>
      </w:pPr>
    </w:p>
    <w:p w14:paraId="152F37FE" w14:textId="77777777" w:rsidR="000E7BDB" w:rsidRDefault="000E7BDB">
      <w:pPr>
        <w:jc w:val="center"/>
        <w:rPr>
          <w:rFonts w:ascii="Liberation Serif" w:hAnsi="Liberation Serif"/>
          <w:bCs/>
          <w:lang w:val="ru-RU"/>
        </w:rPr>
      </w:pPr>
    </w:p>
    <w:p w14:paraId="488E3A44" w14:textId="77777777" w:rsidR="000E7BDB" w:rsidRPr="00830C81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Акционерное общество "ГАЗЭКС"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.</w:t>
      </w:r>
    </w:p>
    <w:p w14:paraId="2F9E3F71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>Свердловская область, город Каменск-Уральский,</w:t>
      </w:r>
      <w:r>
        <w:rPr>
          <w:rFonts w:ascii="Liberation Serif" w:hAnsi="Liberation Serif"/>
          <w:bCs/>
          <w:lang w:val="ru-RU"/>
        </w:rPr>
        <w:t xml:space="preserve">                    </w:t>
      </w:r>
      <w:r>
        <w:rPr>
          <w:rFonts w:ascii="Liberation Serif" w:hAnsi="Liberation Serif"/>
          <w:bCs/>
          <w:lang w:val="ru-RU"/>
        </w:rPr>
        <w:t xml:space="preserve">улица </w:t>
      </w:r>
      <w:r>
        <w:rPr>
          <w:rFonts w:ascii="Liberation Serif" w:hAnsi="Liberation Serif"/>
          <w:bCs/>
          <w:lang w:val="ru-RU"/>
        </w:rPr>
        <w:t>Мусоргского, дом 4.</w:t>
      </w:r>
    </w:p>
    <w:p w14:paraId="14E0E016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bCs/>
          <w:lang w:val="ru-RU"/>
        </w:rPr>
        <w:t>Свердловская область, город Первоуральск</w:t>
      </w:r>
      <w:r>
        <w:rPr>
          <w:rFonts w:ascii="Liberation Serif" w:hAnsi="Liberation Serif"/>
          <w:bCs/>
          <w:lang w:val="ru-RU"/>
        </w:rPr>
        <w:t>.</w:t>
      </w:r>
    </w:p>
    <w:p w14:paraId="05775620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GOKATO1"/>
      <w:bookmarkEnd w:id="5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/>
          <w:bCs/>
          <w:lang w:val="ru-RU"/>
        </w:rPr>
        <w:t>65524000.</w:t>
      </w:r>
    </w:p>
    <w:p w14:paraId="70B19304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кадастрового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 xml:space="preserve">квартала: </w:t>
      </w:r>
      <w:bookmarkStart w:id="7" w:name="KadastrNo"/>
      <w:bookmarkEnd w:id="7"/>
      <w:r>
        <w:rPr>
          <w:rFonts w:ascii="Liberation Serif" w:hAnsi="Liberation Serif"/>
          <w:bCs/>
          <w:lang w:val="ru-RU"/>
        </w:rPr>
        <w:t>66:58:1401003</w:t>
      </w:r>
      <w:r>
        <w:rPr>
          <w:rFonts w:ascii="Liberation Serif" w:hAnsi="Liberation Serif"/>
          <w:bCs/>
          <w:lang w:val="ru-RU"/>
        </w:rPr>
        <w:t>.</w:t>
      </w:r>
    </w:p>
    <w:p w14:paraId="29B54397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bCs/>
          <w:lang w:val="ru-RU"/>
        </w:rPr>
        <w:t>земли населённых пунктов.</w:t>
      </w:r>
    </w:p>
    <w:p w14:paraId="48910784" w14:textId="77777777" w:rsidR="000E7BDB" w:rsidRDefault="00830C81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1D3244A0" w14:textId="77777777" w:rsidR="000E7BDB" w:rsidRDefault="00830C81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</w:t>
      </w:r>
      <w:r w:rsidRPr="00830C81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 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bookmarkStart w:id="10" w:name="UseSquare1"/>
      <w:bookmarkEnd w:id="10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6 кв. м.;</w:t>
      </w:r>
    </w:p>
    <w:p w14:paraId="4E305D49" w14:textId="77777777" w:rsidR="000E7BDB" w:rsidRDefault="00830C81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1" w:name="DataMetods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 xml:space="preserve">средний уровень кадастровой стоимости земель городского округа Первоуральск: </w:t>
      </w:r>
      <w:r>
        <w:rPr>
          <w:rFonts w:ascii="Liberation Serif" w:hAnsi="Liberation Serif" w:cs="Times New Roman CYR"/>
          <w:bCs/>
          <w:color w:val="000000"/>
          <w:lang w:val="ru-RU"/>
        </w:rPr>
        <w:t>325,01 руб./кв. м.</w:t>
      </w:r>
    </w:p>
    <w:p w14:paraId="0D722F2E" w14:textId="77777777" w:rsidR="000E7BDB" w:rsidRDefault="00830C81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(Приказ Министерства по управлению государственным имуществом Свердловской области от 21.11.2022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N 5500 "Об утверждении результатов определения кадастровой стоимости земельных участков, расположенных на территории Свердловской области")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615CDC13" w14:textId="77777777" w:rsidR="000E7BDB" w:rsidRDefault="00830C81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18C4A80F" w14:textId="77777777" w:rsidR="000E7BDB" w:rsidRDefault="00830C81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35E98658" w14:textId="77777777" w:rsidR="000E7BDB" w:rsidRDefault="00830C81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bCs/>
          <w:color w:val="000000"/>
          <w:lang w:val="ru-RU"/>
        </w:rPr>
        <w:t>Определяющая формула расчета:</w:t>
      </w:r>
    </w:p>
    <w:p w14:paraId="35DD968E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Formula"/>
      <w:bookmarkStart w:id="14" w:name="Raschet"/>
      <w:bookmarkEnd w:id="13"/>
      <w:bookmarkEnd w:id="14"/>
      <w:r>
        <w:rPr>
          <w:rFonts w:ascii="Liberation Serif" w:hAnsi="Liberation Serif"/>
          <w:bCs/>
          <w:lang w:val="ru-RU"/>
        </w:rPr>
        <w:t xml:space="preserve">Размер платы за публичный сервитут = </w:t>
      </w:r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стоимости</w:t>
      </w:r>
      <w:r>
        <w:rPr>
          <w:rFonts w:ascii="Liberation Serif" w:hAnsi="Liberation Serif"/>
          <w:bCs/>
          <w:lang w:val="ru-RU"/>
        </w:rPr>
        <w:t xml:space="preserve"> * Площадь </w:t>
      </w:r>
      <w:r>
        <w:rPr>
          <w:rFonts w:ascii="Liberation Serif" w:hAnsi="Liberation Serif"/>
          <w:bCs/>
          <w:lang w:val="ru-RU"/>
        </w:rPr>
        <w:t>части земельного участка, в отношении которого устанавливается сервитут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*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0,01/ 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5D2B3772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Расчет произведен: 325,01*6*0,01/100*10 (лет)</w:t>
      </w:r>
    </w:p>
    <w:p w14:paraId="4E441460" w14:textId="77777777" w:rsidR="000E7BDB" w:rsidRDefault="00830C81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48ABC3DA" w14:textId="77777777" w:rsidR="000E7BDB" w:rsidRDefault="00830C81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5" w:name="Obligation"/>
      <w:bookmarkEnd w:id="15"/>
      <w:r>
        <w:rPr>
          <w:rFonts w:ascii="Liberation Serif" w:hAnsi="Liberation Serif"/>
          <w:bCs/>
          <w:lang w:val="ru-RU"/>
        </w:rPr>
        <w:t>Размер платы: 1,95 руб.</w:t>
      </w:r>
    </w:p>
    <w:p w14:paraId="2C75C1BE" w14:textId="77777777" w:rsidR="000E7BDB" w:rsidRDefault="000E7BDB">
      <w:p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6" w:name="RaschetInfo"/>
      <w:bookmarkEnd w:id="16"/>
    </w:p>
    <w:p w14:paraId="52C2C42F" w14:textId="77777777" w:rsidR="000E7BDB" w:rsidRDefault="00830C81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Реквизиты для </w:t>
      </w:r>
      <w:r>
        <w:rPr>
          <w:rFonts w:ascii="Liberation Serif" w:hAnsi="Liberation Serif" w:cs="Times New Roman CYR"/>
          <w:bCs/>
          <w:color w:val="000000"/>
          <w:lang w:val="ru-RU"/>
        </w:rPr>
        <w:t>перечисления платы:</w:t>
      </w:r>
    </w:p>
    <w:p w14:paraId="52E2A9A7" w14:textId="77777777" w:rsidR="000E7BDB" w:rsidRDefault="000E7BDB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6377"/>
      </w:tblGrid>
      <w:tr w:rsidR="000E7BDB" w14:paraId="295B2BC6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87DC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DB92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17" w:name="proINN"/>
            <w:bookmarkEnd w:id="17"/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0E7BDB" w:rsidRPr="00830C81" w14:paraId="09BCC0B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D8C0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35D4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18" w:name="proREC"/>
            <w:bookmarkEnd w:id="18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0E7BDB" w14:paraId="296E123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E2DF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2FD3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19" w:name="AccNum"/>
            <w:bookmarkEnd w:id="19"/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0E7BDB" w14:paraId="3EF7A952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F8C1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1928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0E7BDB" w:rsidRPr="00830C81" w14:paraId="4F93583C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560A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AC41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0" w:name="proBANC"/>
            <w:bookmarkEnd w:id="20"/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Банка России//УФК по Свердловской области г. Екатеринбург</w:t>
            </w:r>
          </w:p>
        </w:tc>
      </w:tr>
      <w:tr w:rsidR="000E7BDB" w14:paraId="2CC280C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E6D7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DDDE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1" w:name="BikNum"/>
            <w:bookmarkEnd w:id="21"/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0E7BDB" w14:paraId="05868C0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1C7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4E16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2" w:name="CorrAcc"/>
            <w:bookmarkEnd w:id="22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0E7BDB" w14:paraId="31C48D2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A410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7A4E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3" w:name="OKTMO1"/>
            <w:bookmarkEnd w:id="23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0E7BDB" w14:paraId="408994C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0B2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37E1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4" w:name="proKBK"/>
            <w:bookmarkEnd w:id="24"/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0E7BDB" w14:paraId="779D0B6F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3CEA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6EF2" w14:textId="77777777" w:rsidR="000E7BDB" w:rsidRDefault="00830C8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713FD58F" w14:textId="77777777" w:rsidR="000E7BDB" w:rsidRDefault="000E7BDB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528FD25E" w14:textId="77777777" w:rsidR="000E7BDB" w:rsidRDefault="000E7BDB">
      <w:pPr>
        <w:ind w:firstLine="709"/>
        <w:jc w:val="center"/>
        <w:rPr>
          <w:rFonts w:ascii="Liberation Serif" w:hAnsi="Liberation Serif"/>
          <w:b/>
          <w:lang w:val="ru-RU"/>
        </w:rPr>
      </w:pPr>
    </w:p>
    <w:p w14:paraId="311B396C" w14:textId="77777777" w:rsidR="000E7BDB" w:rsidRDefault="000E7BDB">
      <w:pPr>
        <w:pStyle w:val="ab"/>
        <w:ind w:left="0"/>
        <w:jc w:val="center"/>
        <w:rPr>
          <w:rFonts w:ascii="Liberation Serif" w:hAnsi="Liberation Serif"/>
        </w:rPr>
      </w:pPr>
    </w:p>
    <w:sectPr w:rsidR="000E7B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43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241B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0943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E7BDB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179D9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AFA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2AB1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1500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2CB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1E4F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95A86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2A15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0C81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4A8B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027F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41C306A5"/>
    <w:rsid w:val="4FA7078E"/>
    <w:rsid w:val="50F04732"/>
    <w:rsid w:val="6C19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D57AC-C0B1-48A3-B413-F3BFC6A7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2025-04-30T08:33:00Z</cp:lastPrinted>
  <dcterms:created xsi:type="dcterms:W3CDTF">2025-04-30T08:33:00Z</dcterms:created>
  <dcterms:modified xsi:type="dcterms:W3CDTF">2025-04-30T08:33:00Z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948B5470C4FE4ACCBF500525F4D48B24_12</vt:lpwstr>
  </property>
</Properties>
</file>